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BE" w:rsidRPr="007459DA" w:rsidRDefault="00D15CBE">
      <w:pPr>
        <w:rPr>
          <w:b/>
          <w:bCs/>
          <w:sz w:val="32"/>
          <w:szCs w:val="32"/>
        </w:rPr>
      </w:pPr>
      <w:r w:rsidRPr="007459DA">
        <w:rPr>
          <w:b/>
          <w:bCs/>
          <w:sz w:val="32"/>
          <w:szCs w:val="32"/>
        </w:rPr>
        <w:t>World History Plan for Friday, April 23</w:t>
      </w:r>
      <w:r w:rsidRPr="007459DA">
        <w:rPr>
          <w:b/>
          <w:bCs/>
          <w:sz w:val="32"/>
          <w:szCs w:val="32"/>
          <w:vertAlign w:val="superscript"/>
        </w:rPr>
        <w:t xml:space="preserve">rd </w:t>
      </w:r>
      <w:r w:rsidRPr="007459DA">
        <w:rPr>
          <w:b/>
          <w:bCs/>
          <w:sz w:val="32"/>
          <w:szCs w:val="32"/>
        </w:rPr>
        <w:t>.</w:t>
      </w:r>
    </w:p>
    <w:p w:rsidR="00D15CBE" w:rsidRPr="007459DA" w:rsidRDefault="00D15CBE">
      <w:pPr>
        <w:rPr>
          <w:sz w:val="28"/>
          <w:szCs w:val="28"/>
        </w:rPr>
      </w:pPr>
    </w:p>
    <w:p w:rsidR="00D15CBE" w:rsidRDefault="00D15CBE" w:rsidP="007459DA">
      <w:pPr>
        <w:rPr>
          <w:sz w:val="28"/>
          <w:szCs w:val="28"/>
        </w:rPr>
      </w:pPr>
      <w:r w:rsidRPr="007459DA">
        <w:rPr>
          <w:sz w:val="28"/>
          <w:szCs w:val="28"/>
        </w:rPr>
        <w:t xml:space="preserve">In your </w:t>
      </w:r>
      <w:r w:rsidRPr="0062322C">
        <w:rPr>
          <w:rFonts w:ascii="Brush Script MT" w:hAnsi="Brush Script MT" w:cs="Brush Script MT"/>
          <w:i/>
          <w:iCs/>
          <w:sz w:val="40"/>
          <w:szCs w:val="40"/>
        </w:rPr>
        <w:t>World Civilizations</w:t>
      </w:r>
      <w:r w:rsidRPr="007459DA">
        <w:rPr>
          <w:sz w:val="28"/>
          <w:szCs w:val="28"/>
        </w:rPr>
        <w:t xml:space="preserve"> source book, read;  </w:t>
      </w:r>
      <w:r>
        <w:rPr>
          <w:sz w:val="28"/>
          <w:szCs w:val="28"/>
        </w:rPr>
        <w:t>“</w:t>
      </w:r>
      <w:r w:rsidRPr="007459DA">
        <w:rPr>
          <w:i/>
          <w:iCs/>
          <w:sz w:val="28"/>
          <w:szCs w:val="28"/>
        </w:rPr>
        <w:t>April Theses:  The Bolshevik Strategy</w:t>
      </w:r>
      <w:r w:rsidRPr="007459DA">
        <w:rPr>
          <w:sz w:val="28"/>
          <w:szCs w:val="28"/>
        </w:rPr>
        <w:t>,</w:t>
      </w:r>
      <w:r>
        <w:rPr>
          <w:sz w:val="28"/>
          <w:szCs w:val="28"/>
        </w:rPr>
        <w:t xml:space="preserve">” </w:t>
      </w:r>
      <w:r w:rsidRPr="007459DA">
        <w:rPr>
          <w:sz w:val="28"/>
          <w:szCs w:val="28"/>
        </w:rPr>
        <w:t xml:space="preserve"> by V.I. Lenin</w:t>
      </w:r>
      <w:r>
        <w:rPr>
          <w:sz w:val="28"/>
          <w:szCs w:val="28"/>
        </w:rPr>
        <w:t xml:space="preserve"> on </w:t>
      </w:r>
      <w:r w:rsidRPr="007459DA">
        <w:rPr>
          <w:sz w:val="28"/>
          <w:szCs w:val="28"/>
        </w:rPr>
        <w:t>page 161</w:t>
      </w:r>
      <w:r>
        <w:rPr>
          <w:sz w:val="28"/>
          <w:szCs w:val="28"/>
        </w:rPr>
        <w:t>.</w:t>
      </w:r>
    </w:p>
    <w:p w:rsidR="00D15CBE" w:rsidRDefault="00D15CBE" w:rsidP="007459DA">
      <w:pPr>
        <w:rPr>
          <w:sz w:val="28"/>
          <w:szCs w:val="28"/>
        </w:rPr>
      </w:pPr>
    </w:p>
    <w:p w:rsidR="00D15CBE" w:rsidRDefault="00D15CBE" w:rsidP="007459DA">
      <w:pPr>
        <w:rPr>
          <w:sz w:val="28"/>
          <w:szCs w:val="28"/>
        </w:rPr>
      </w:pPr>
      <w:r>
        <w:rPr>
          <w:sz w:val="28"/>
          <w:szCs w:val="28"/>
        </w:rPr>
        <w:t>Also, on pages 164 – 165, read;  “</w:t>
      </w:r>
      <w:r w:rsidRPr="007459DA">
        <w:rPr>
          <w:i/>
          <w:iCs/>
          <w:sz w:val="28"/>
          <w:szCs w:val="28"/>
        </w:rPr>
        <w:t>Problems of Agrarian Policy</w:t>
      </w:r>
      <w:r>
        <w:rPr>
          <w:i/>
          <w:iCs/>
          <w:sz w:val="28"/>
          <w:szCs w:val="28"/>
        </w:rPr>
        <w:t xml:space="preserve"> in the U.S.S.R.:</w:t>
      </w:r>
      <w:r w:rsidRPr="007459DA">
        <w:rPr>
          <w:i/>
          <w:iCs/>
          <w:sz w:val="28"/>
          <w:szCs w:val="28"/>
        </w:rPr>
        <w:t xml:space="preserve"> Soviet Collectivizatio</w:t>
      </w:r>
      <w:r>
        <w:rPr>
          <w:i/>
          <w:iCs/>
          <w:sz w:val="28"/>
          <w:szCs w:val="28"/>
        </w:rPr>
        <w:t xml:space="preserve">n” </w:t>
      </w:r>
      <w:r w:rsidRPr="007459DA">
        <w:rPr>
          <w:sz w:val="28"/>
          <w:szCs w:val="28"/>
        </w:rPr>
        <w:t>by</w:t>
      </w:r>
      <w:r>
        <w:rPr>
          <w:sz w:val="28"/>
          <w:szCs w:val="28"/>
        </w:rPr>
        <w:t xml:space="preserve"> Joseph Stalin</w:t>
      </w:r>
    </w:p>
    <w:p w:rsidR="00D15CBE" w:rsidRDefault="00D15CBE" w:rsidP="007459DA">
      <w:pPr>
        <w:rPr>
          <w:sz w:val="28"/>
          <w:szCs w:val="28"/>
        </w:rPr>
      </w:pPr>
    </w:p>
    <w:p w:rsidR="00D15CBE" w:rsidRDefault="00D15CBE" w:rsidP="007459DA">
      <w:pPr>
        <w:rPr>
          <w:sz w:val="28"/>
          <w:szCs w:val="28"/>
        </w:rPr>
      </w:pPr>
      <w:r>
        <w:rPr>
          <w:sz w:val="28"/>
          <w:szCs w:val="28"/>
        </w:rPr>
        <w:t>After reading both selections, answer the following questions:</w:t>
      </w:r>
    </w:p>
    <w:p w:rsidR="00D15CBE" w:rsidRDefault="00D15CBE" w:rsidP="007459DA">
      <w:pPr>
        <w:rPr>
          <w:sz w:val="28"/>
          <w:szCs w:val="28"/>
        </w:rPr>
      </w:pPr>
    </w:p>
    <w:p w:rsidR="00D15CBE" w:rsidRPr="007459DA" w:rsidRDefault="00D15CBE" w:rsidP="007459DA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Pr="007459DA">
        <w:rPr>
          <w:i/>
          <w:iCs/>
          <w:sz w:val="28"/>
          <w:szCs w:val="28"/>
        </w:rPr>
        <w:t>April Theses:  The Bolshevik Strategy</w:t>
      </w:r>
      <w:r w:rsidRPr="007459DA">
        <w:rPr>
          <w:sz w:val="28"/>
          <w:szCs w:val="28"/>
        </w:rPr>
        <w:t>,</w:t>
      </w:r>
      <w:r>
        <w:rPr>
          <w:sz w:val="28"/>
          <w:szCs w:val="28"/>
        </w:rPr>
        <w:t>”  on page 161</w:t>
      </w:r>
    </w:p>
    <w:p w:rsidR="00D15CBE" w:rsidRDefault="00D15CBE" w:rsidP="007459DA">
      <w:pPr>
        <w:pStyle w:val="ListParagraph"/>
        <w:numPr>
          <w:ilvl w:val="0"/>
          <w:numId w:val="1"/>
        </w:numPr>
      </w:pPr>
      <w:r>
        <w:t>What were the soviets?</w:t>
      </w:r>
    </w:p>
    <w:p w:rsidR="00D15CBE" w:rsidRDefault="00D15CBE" w:rsidP="007459DA">
      <w:pPr>
        <w:pStyle w:val="ListParagraph"/>
        <w:numPr>
          <w:ilvl w:val="0"/>
          <w:numId w:val="1"/>
        </w:numPr>
      </w:pPr>
      <w:r>
        <w:t>What position did Lenin have in the Russian Marxist hierarchy?</w:t>
      </w:r>
    </w:p>
    <w:p w:rsidR="00D15CBE" w:rsidRDefault="00D15CBE" w:rsidP="007459DA">
      <w:pPr>
        <w:pStyle w:val="ListParagraph"/>
        <w:numPr>
          <w:ilvl w:val="0"/>
          <w:numId w:val="1"/>
        </w:numPr>
      </w:pPr>
      <w:r>
        <w:t xml:space="preserve">Why did </w:t>
      </w:r>
      <w:smartTag w:uri="urn:schemas-microsoft-com:office:smarttags" w:element="place">
        <w:smartTag w:uri="urn:schemas-microsoft-com:office:smarttags" w:element="country-region">
          <w:r>
            <w:t>Germany</w:t>
          </w:r>
        </w:smartTag>
      </w:smartTag>
      <w:r>
        <w:t xml:space="preserve"> assist in returning Lenin to </w:t>
      </w:r>
      <w:smartTag w:uri="urn:schemas-microsoft-com:office:smarttags" w:element="place">
        <w:smartTag w:uri="urn:schemas-microsoft-com:office:smarttags" w:element="country-region">
          <w:r>
            <w:t>Russia</w:t>
          </w:r>
        </w:smartTag>
      </w:smartTag>
      <w:r>
        <w:t>?</w:t>
      </w:r>
    </w:p>
    <w:p w:rsidR="00D15CBE" w:rsidRDefault="00D15CBE" w:rsidP="007459DA">
      <w:pPr>
        <w:pStyle w:val="ListParagraph"/>
        <w:numPr>
          <w:ilvl w:val="0"/>
          <w:numId w:val="1"/>
        </w:numPr>
      </w:pPr>
      <w:r>
        <w:t>What does Lenin say in his first comment about the nature of World War I?</w:t>
      </w:r>
    </w:p>
    <w:p w:rsidR="00D15CBE" w:rsidRDefault="00D15CBE" w:rsidP="007459DA">
      <w:pPr>
        <w:pStyle w:val="ListParagraph"/>
        <w:numPr>
          <w:ilvl w:val="0"/>
          <w:numId w:val="1"/>
        </w:numPr>
      </w:pPr>
      <w:r>
        <w:t>What kind of government did Lenin call for in his 5</w:t>
      </w:r>
      <w:r w:rsidRPr="00117576">
        <w:rPr>
          <w:vertAlign w:val="superscript"/>
        </w:rPr>
        <w:t>th</w:t>
      </w:r>
      <w:r>
        <w:t xml:space="preserve"> point?</w:t>
      </w:r>
    </w:p>
    <w:p w:rsidR="00D15CBE" w:rsidRDefault="00D15CBE" w:rsidP="007459DA">
      <w:pPr>
        <w:pStyle w:val="ListParagraph"/>
        <w:numPr>
          <w:ilvl w:val="0"/>
          <w:numId w:val="1"/>
        </w:numPr>
      </w:pPr>
      <w:r>
        <w:t>What limit on salaries of government officials did Lenin wish to enforce?</w:t>
      </w:r>
    </w:p>
    <w:p w:rsidR="00D15CBE" w:rsidRDefault="00D15CBE" w:rsidP="00117576">
      <w:pPr>
        <w:pStyle w:val="ListParagraph"/>
        <w:numPr>
          <w:ilvl w:val="0"/>
          <w:numId w:val="1"/>
        </w:numPr>
      </w:pPr>
      <w:r>
        <w:t>What did Lenin think should be done to the large estates of Russia?</w:t>
      </w:r>
    </w:p>
    <w:p w:rsidR="00D15CBE" w:rsidRDefault="00D15CBE" w:rsidP="00117576">
      <w:pPr>
        <w:pStyle w:val="ListParagraph"/>
        <w:numPr>
          <w:ilvl w:val="0"/>
          <w:numId w:val="1"/>
        </w:numPr>
      </w:pPr>
      <w:r>
        <w:t>What did Lenin want to see happen to Russian banks?</w:t>
      </w:r>
    </w:p>
    <w:p w:rsidR="00D15CBE" w:rsidRDefault="00D15CBE" w:rsidP="00117576"/>
    <w:p w:rsidR="00D15CBE" w:rsidRDefault="00D15CBE" w:rsidP="00117576"/>
    <w:p w:rsidR="00D15CBE" w:rsidRDefault="00D15CBE" w:rsidP="00117576">
      <w:r>
        <w:rPr>
          <w:i/>
          <w:iCs/>
          <w:sz w:val="28"/>
          <w:szCs w:val="28"/>
        </w:rPr>
        <w:t>“</w:t>
      </w:r>
      <w:r w:rsidRPr="007459DA">
        <w:rPr>
          <w:i/>
          <w:iCs/>
          <w:sz w:val="28"/>
          <w:szCs w:val="28"/>
        </w:rPr>
        <w:t>Problems of Agrarian Policy</w:t>
      </w:r>
      <w:r>
        <w:rPr>
          <w:i/>
          <w:iCs/>
          <w:sz w:val="28"/>
          <w:szCs w:val="28"/>
        </w:rPr>
        <w:t xml:space="preserve"> in the U.S.S.R.:</w:t>
      </w:r>
      <w:r w:rsidRPr="007459DA">
        <w:rPr>
          <w:i/>
          <w:iCs/>
          <w:sz w:val="28"/>
          <w:szCs w:val="28"/>
        </w:rPr>
        <w:t xml:space="preserve"> Soviet Collectivizatio</w:t>
      </w:r>
      <w:r>
        <w:rPr>
          <w:i/>
          <w:iCs/>
          <w:sz w:val="28"/>
          <w:szCs w:val="28"/>
        </w:rPr>
        <w:t xml:space="preserve">n” </w:t>
      </w:r>
      <w:r w:rsidRPr="00117576">
        <w:rPr>
          <w:sz w:val="28"/>
          <w:szCs w:val="28"/>
        </w:rPr>
        <w:t>pages 164-165</w:t>
      </w:r>
    </w:p>
    <w:p w:rsidR="00D15CBE" w:rsidRDefault="00D15CBE" w:rsidP="00117576">
      <w:pPr>
        <w:pStyle w:val="ListParagraph"/>
        <w:numPr>
          <w:ilvl w:val="0"/>
          <w:numId w:val="2"/>
        </w:numPr>
      </w:pPr>
      <w:r>
        <w:t>What position did Joseph Stalin have in 1929?</w:t>
      </w:r>
    </w:p>
    <w:p w:rsidR="00D15CBE" w:rsidRDefault="00D15CBE" w:rsidP="00117576">
      <w:pPr>
        <w:pStyle w:val="ListParagraph"/>
        <w:numPr>
          <w:ilvl w:val="0"/>
          <w:numId w:val="2"/>
        </w:numPr>
      </w:pPr>
      <w:r>
        <w:t>What was the first Five Year Plan?</w:t>
      </w:r>
    </w:p>
    <w:p w:rsidR="00D15CBE" w:rsidRDefault="00D15CBE" w:rsidP="00117576">
      <w:pPr>
        <w:pStyle w:val="ListParagraph"/>
        <w:numPr>
          <w:ilvl w:val="0"/>
          <w:numId w:val="2"/>
        </w:numPr>
      </w:pPr>
      <w:r>
        <w:t>What was the Kulak class?</w:t>
      </w:r>
    </w:p>
    <w:p w:rsidR="00D15CBE" w:rsidRDefault="00D15CBE" w:rsidP="00117576">
      <w:pPr>
        <w:pStyle w:val="ListParagraph"/>
        <w:numPr>
          <w:ilvl w:val="0"/>
          <w:numId w:val="2"/>
        </w:numPr>
      </w:pPr>
      <w:r>
        <w:t>Why did the Kulaks resist Stalin’s plan?</w:t>
      </w:r>
    </w:p>
    <w:p w:rsidR="00D15CBE" w:rsidRDefault="00D15CBE" w:rsidP="00117576">
      <w:pPr>
        <w:pStyle w:val="ListParagraph"/>
        <w:numPr>
          <w:ilvl w:val="0"/>
          <w:numId w:val="2"/>
        </w:numPr>
      </w:pPr>
      <w:r>
        <w:t>Does Stalin feel that socializing the U.S.S.R.’s industry was possible given the small peasant farming situation in his nation?</w:t>
      </w:r>
    </w:p>
    <w:p w:rsidR="00D15CBE" w:rsidRDefault="00D15CBE" w:rsidP="00117576">
      <w:pPr>
        <w:pStyle w:val="ListParagraph"/>
        <w:numPr>
          <w:ilvl w:val="0"/>
          <w:numId w:val="2"/>
        </w:numPr>
      </w:pPr>
      <w:r>
        <w:t>What are Stalin’s thoughts about the state of the farmers of the U.S.S.R.?</w:t>
      </w:r>
    </w:p>
    <w:p w:rsidR="00D15CBE" w:rsidRDefault="00D15CBE" w:rsidP="00117576">
      <w:pPr>
        <w:pStyle w:val="ListParagraph"/>
        <w:numPr>
          <w:ilvl w:val="0"/>
          <w:numId w:val="2"/>
        </w:numPr>
      </w:pPr>
      <w:r>
        <w:t>So what solution does Stalin see that would solve the issue of how to agriculturally support the rapid socialized industrialization he envisions for the U.S.S.R.?</w:t>
      </w:r>
    </w:p>
    <w:p w:rsidR="00D15CBE" w:rsidRDefault="00D15CBE" w:rsidP="00117576">
      <w:pPr>
        <w:pStyle w:val="ListParagraph"/>
        <w:numPr>
          <w:ilvl w:val="0"/>
          <w:numId w:val="2"/>
        </w:numPr>
      </w:pPr>
      <w:r>
        <w:t>What does he propose as the Socialist way to improve the agricultural base of the U.S.S.R.?</w:t>
      </w:r>
    </w:p>
    <w:p w:rsidR="00D15CBE" w:rsidRDefault="00D15CBE" w:rsidP="00117576">
      <w:pPr>
        <w:pStyle w:val="ListParagraph"/>
        <w:numPr>
          <w:ilvl w:val="0"/>
          <w:numId w:val="2"/>
        </w:numPr>
      </w:pPr>
      <w:r>
        <w:t>What does Stalin propose to do with the Kulak situation?</w:t>
      </w:r>
    </w:p>
    <w:p w:rsidR="00D15CBE" w:rsidRDefault="00D15CBE" w:rsidP="00117576">
      <w:pPr>
        <w:pStyle w:val="ListParagraph"/>
        <w:numPr>
          <w:ilvl w:val="0"/>
          <w:numId w:val="2"/>
        </w:numPr>
      </w:pPr>
      <w:r>
        <w:t>What does Stalin propose as a substitute for the production from the Kulaks?</w:t>
      </w:r>
    </w:p>
    <w:p w:rsidR="00D15CBE" w:rsidRDefault="00D15CBE" w:rsidP="00117576">
      <w:pPr>
        <w:pStyle w:val="ListParagraph"/>
        <w:numPr>
          <w:ilvl w:val="0"/>
          <w:numId w:val="2"/>
        </w:numPr>
      </w:pPr>
      <w:r>
        <w:t>What point does Stalin make when he says that one does not …. ”lament the loss of the hair… when one has been beheaded?”</w:t>
      </w:r>
    </w:p>
    <w:p w:rsidR="00D15CBE" w:rsidRPr="007459DA" w:rsidRDefault="00D15CBE">
      <w:pPr>
        <w:rPr>
          <w:vertAlign w:val="superscript"/>
        </w:rPr>
      </w:pPr>
    </w:p>
    <w:sectPr w:rsidR="00D15CBE" w:rsidRPr="007459DA" w:rsidSect="00497B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55D7B"/>
    <w:multiLevelType w:val="hybridMultilevel"/>
    <w:tmpl w:val="02060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83FBA"/>
    <w:multiLevelType w:val="hybridMultilevel"/>
    <w:tmpl w:val="3932B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9DA"/>
    <w:rsid w:val="00117576"/>
    <w:rsid w:val="00263041"/>
    <w:rsid w:val="00301099"/>
    <w:rsid w:val="00394603"/>
    <w:rsid w:val="00497BD6"/>
    <w:rsid w:val="0062322C"/>
    <w:rsid w:val="007459DA"/>
    <w:rsid w:val="00A21A4A"/>
    <w:rsid w:val="00AE42AE"/>
    <w:rsid w:val="00D15CBE"/>
    <w:rsid w:val="00FA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BD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45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271</Words>
  <Characters>1549</Characters>
  <Application>Microsoft Office Outlook</Application>
  <DocSecurity>0</DocSecurity>
  <Lines>0</Lines>
  <Paragraphs>0</Paragraphs>
  <ScaleCrop>false</ScaleCrop>
  <Company>York Country Day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History Plan for Friday, April 23rd </dc:title>
  <dc:subject/>
  <dc:creator>user</dc:creator>
  <cp:keywords/>
  <dc:description/>
  <cp:lastModifiedBy>Bill Walker</cp:lastModifiedBy>
  <cp:revision>2</cp:revision>
  <dcterms:created xsi:type="dcterms:W3CDTF">2010-04-22T21:00:00Z</dcterms:created>
  <dcterms:modified xsi:type="dcterms:W3CDTF">2010-04-22T21:00:00Z</dcterms:modified>
</cp:coreProperties>
</file>